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CB3" w:rsidRPr="002D631A" w:rsidRDefault="002D631A" w:rsidP="002D631A">
      <w:pPr>
        <w:shd w:val="clear" w:color="auto" w:fill="A6A6A6" w:themeFill="background1" w:themeFillShade="A6"/>
        <w:rPr>
          <w:rFonts w:ascii="Arial" w:hAnsi="Arial" w:cs="Arial"/>
          <w:b/>
          <w:sz w:val="36"/>
        </w:rPr>
      </w:pPr>
      <w:r w:rsidRPr="002D631A">
        <w:rPr>
          <w:rFonts w:ascii="Arial" w:hAnsi="Arial" w:cs="Arial"/>
          <w:b/>
          <w:sz w:val="36"/>
        </w:rPr>
        <w:t>Le c</w:t>
      </w:r>
      <w:r w:rsidR="007B4A00" w:rsidRPr="002D631A">
        <w:rPr>
          <w:rFonts w:ascii="Arial" w:hAnsi="Arial" w:cs="Arial"/>
          <w:b/>
          <w:sz w:val="36"/>
        </w:rPr>
        <w:t>alendrier</w:t>
      </w:r>
    </w:p>
    <w:p w:rsidR="007B4A00" w:rsidRDefault="00E7612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Sers-toi</w:t>
      </w:r>
      <w:r w:rsidR="007B4A00">
        <w:rPr>
          <w:rFonts w:ascii="Arial" w:hAnsi="Arial" w:cs="Arial"/>
          <w:sz w:val="28"/>
        </w:rPr>
        <w:t xml:space="preserve"> du calendrier pour répondre aux questions suivantes :</w:t>
      </w:r>
    </w:p>
    <w:p w:rsidR="007B4A00" w:rsidRPr="002D631A" w:rsidRDefault="002D631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1/ </w:t>
      </w:r>
      <w:r w:rsidRPr="002D631A">
        <w:rPr>
          <w:rFonts w:ascii="Arial" w:hAnsi="Arial" w:cs="Arial"/>
          <w:b/>
          <w:sz w:val="28"/>
        </w:rPr>
        <w:t>Sur le calendrier, entoure</w:t>
      </w:r>
      <w:r w:rsidR="00E76123">
        <w:rPr>
          <w:rFonts w:ascii="Arial" w:hAnsi="Arial" w:cs="Arial"/>
          <w:b/>
          <w:sz w:val="28"/>
        </w:rPr>
        <w:t xml:space="preserve"> </w:t>
      </w:r>
      <w:r w:rsidRPr="002D631A">
        <w:rPr>
          <w:rFonts w:ascii="Arial" w:hAnsi="Arial" w:cs="Arial"/>
          <w:b/>
          <w:sz w:val="28"/>
        </w:rPr>
        <w:t>:</w:t>
      </w:r>
    </w:p>
    <w:p w:rsidR="002D631A" w:rsidRDefault="002D631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r w:rsidR="00E76123">
        <w:rPr>
          <w:rFonts w:ascii="Arial" w:hAnsi="Arial" w:cs="Arial"/>
          <w:sz w:val="28"/>
        </w:rPr>
        <w:t xml:space="preserve">entoure </w:t>
      </w:r>
      <w:r>
        <w:rPr>
          <w:rFonts w:ascii="Arial" w:hAnsi="Arial" w:cs="Arial"/>
          <w:sz w:val="28"/>
        </w:rPr>
        <w:t>en bleu le 11 septembre</w:t>
      </w:r>
    </w:p>
    <w:p w:rsidR="002D631A" w:rsidRDefault="002D631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r w:rsidR="00E76123">
        <w:rPr>
          <w:rFonts w:ascii="Arial" w:hAnsi="Arial" w:cs="Arial"/>
          <w:sz w:val="28"/>
        </w:rPr>
        <w:t xml:space="preserve">entoure </w:t>
      </w:r>
      <w:r>
        <w:rPr>
          <w:rFonts w:ascii="Arial" w:hAnsi="Arial" w:cs="Arial"/>
          <w:sz w:val="28"/>
        </w:rPr>
        <w:t>en vert le nom du mois qui arrive après juillet.</w:t>
      </w:r>
    </w:p>
    <w:p w:rsidR="002D631A" w:rsidRDefault="002D631A" w:rsidP="002D631A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- </w:t>
      </w:r>
      <w:r w:rsidR="00E76123">
        <w:rPr>
          <w:rFonts w:ascii="Arial" w:hAnsi="Arial" w:cs="Arial"/>
          <w:sz w:val="28"/>
        </w:rPr>
        <w:t xml:space="preserve">entoure </w:t>
      </w:r>
      <w:r>
        <w:rPr>
          <w:rFonts w:ascii="Arial" w:hAnsi="Arial" w:cs="Arial"/>
          <w:sz w:val="28"/>
        </w:rPr>
        <w:t xml:space="preserve">en rouge </w:t>
      </w:r>
      <w:r w:rsidR="004372D7">
        <w:rPr>
          <w:rFonts w:ascii="Arial" w:hAnsi="Arial" w:cs="Arial"/>
          <w:sz w:val="28"/>
        </w:rPr>
        <w:t>le 1</w:t>
      </w:r>
      <w:r w:rsidR="004372D7" w:rsidRPr="004372D7">
        <w:rPr>
          <w:rFonts w:ascii="Arial" w:hAnsi="Arial" w:cs="Arial"/>
          <w:sz w:val="28"/>
          <w:vertAlign w:val="superscript"/>
        </w:rPr>
        <w:t>er</w:t>
      </w:r>
      <w:r w:rsidR="004372D7">
        <w:rPr>
          <w:rFonts w:ascii="Arial" w:hAnsi="Arial" w:cs="Arial"/>
          <w:sz w:val="28"/>
        </w:rPr>
        <w:t xml:space="preserve"> mois de l’année avec un « vendredi 13 »</w:t>
      </w:r>
    </w:p>
    <w:p w:rsidR="007B4A00" w:rsidRPr="002D631A" w:rsidRDefault="002D631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2/ </w:t>
      </w:r>
      <w:r w:rsidR="007B4A00" w:rsidRPr="002D631A">
        <w:rPr>
          <w:rFonts w:ascii="Arial" w:hAnsi="Arial" w:cs="Arial"/>
          <w:b/>
          <w:sz w:val="28"/>
        </w:rPr>
        <w:t xml:space="preserve">Combien y </w:t>
      </w:r>
      <w:proofErr w:type="spellStart"/>
      <w:r w:rsidR="007B4A00" w:rsidRPr="002D631A">
        <w:rPr>
          <w:rFonts w:ascii="Arial" w:hAnsi="Arial" w:cs="Arial"/>
          <w:b/>
          <w:sz w:val="28"/>
        </w:rPr>
        <w:t>a-t-il</w:t>
      </w:r>
      <w:proofErr w:type="spellEnd"/>
      <w:r w:rsidR="007B4A00" w:rsidRPr="002D631A">
        <w:rPr>
          <w:rFonts w:ascii="Arial" w:hAnsi="Arial" w:cs="Arial"/>
          <w:b/>
          <w:sz w:val="28"/>
        </w:rPr>
        <w:t xml:space="preserve"> de mois dans une année ? </w:t>
      </w:r>
    </w:p>
    <w:p w:rsidR="007B4A00" w:rsidRDefault="007B4A0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en a  …</w:t>
      </w:r>
    </w:p>
    <w:p w:rsidR="007B4A00" w:rsidRDefault="007B4A00">
      <w:pPr>
        <w:rPr>
          <w:rFonts w:ascii="Arial" w:hAnsi="Arial" w:cs="Arial"/>
          <w:sz w:val="28"/>
        </w:rPr>
      </w:pPr>
    </w:p>
    <w:p w:rsidR="002D631A" w:rsidRDefault="002D631A" w:rsidP="007B4A00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3/ </w:t>
      </w:r>
      <w:r w:rsidR="007B4A00" w:rsidRPr="002D631A">
        <w:rPr>
          <w:rFonts w:ascii="Arial" w:hAnsi="Arial" w:cs="Arial"/>
          <w:b/>
          <w:sz w:val="28"/>
        </w:rPr>
        <w:t xml:space="preserve">Combien y </w:t>
      </w:r>
      <w:proofErr w:type="spellStart"/>
      <w:r w:rsidR="007B4A00" w:rsidRPr="002D631A">
        <w:rPr>
          <w:rFonts w:ascii="Arial" w:hAnsi="Arial" w:cs="Arial"/>
          <w:b/>
          <w:sz w:val="28"/>
        </w:rPr>
        <w:t>a-t-il</w:t>
      </w:r>
      <w:proofErr w:type="spellEnd"/>
      <w:r w:rsidR="007B4A00" w:rsidRPr="002D631A">
        <w:rPr>
          <w:rFonts w:ascii="Arial" w:hAnsi="Arial" w:cs="Arial"/>
          <w:b/>
          <w:sz w:val="28"/>
        </w:rPr>
        <w:t xml:space="preserve"> de mois avec 31 jours dans une année ?</w:t>
      </w:r>
      <w:r w:rsidR="007B4A00">
        <w:rPr>
          <w:rFonts w:ascii="Arial" w:hAnsi="Arial" w:cs="Arial"/>
          <w:sz w:val="28"/>
        </w:rPr>
        <w:t xml:space="preserve">  </w:t>
      </w:r>
    </w:p>
    <w:p w:rsidR="007B4A00" w:rsidRDefault="007B4A00" w:rsidP="007B4A0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en a  …</w:t>
      </w:r>
    </w:p>
    <w:p w:rsidR="007B4A00" w:rsidRPr="002D631A" w:rsidRDefault="007B4A00">
      <w:pPr>
        <w:rPr>
          <w:rFonts w:ascii="Arial" w:hAnsi="Arial" w:cs="Arial"/>
          <w:b/>
          <w:sz w:val="28"/>
        </w:rPr>
      </w:pPr>
    </w:p>
    <w:p w:rsidR="007B4A00" w:rsidRPr="002D631A" w:rsidRDefault="002D631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4/ </w:t>
      </w:r>
      <w:r w:rsidR="007B4A00" w:rsidRPr="002D631A">
        <w:rPr>
          <w:rFonts w:ascii="Arial" w:hAnsi="Arial" w:cs="Arial"/>
          <w:b/>
          <w:sz w:val="28"/>
        </w:rPr>
        <w:t xml:space="preserve">Combien de jours y </w:t>
      </w:r>
      <w:proofErr w:type="spellStart"/>
      <w:r w:rsidR="007B4A00" w:rsidRPr="002D631A">
        <w:rPr>
          <w:rFonts w:ascii="Arial" w:hAnsi="Arial" w:cs="Arial"/>
          <w:b/>
          <w:sz w:val="28"/>
        </w:rPr>
        <w:t>a-t-il</w:t>
      </w:r>
      <w:proofErr w:type="spellEnd"/>
      <w:r w:rsidR="007B4A00" w:rsidRPr="002D631A">
        <w:rPr>
          <w:rFonts w:ascii="Arial" w:hAnsi="Arial" w:cs="Arial"/>
          <w:b/>
          <w:sz w:val="28"/>
        </w:rPr>
        <w:t xml:space="preserve"> entre le 15 février et le 5 mars ? </w:t>
      </w:r>
    </w:p>
    <w:p w:rsidR="007B4A00" w:rsidRDefault="007B4A00" w:rsidP="007B4A0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en a  …</w:t>
      </w:r>
    </w:p>
    <w:p w:rsidR="007B4A00" w:rsidRDefault="007B4A00">
      <w:pPr>
        <w:rPr>
          <w:rFonts w:ascii="Arial" w:hAnsi="Arial" w:cs="Arial"/>
          <w:sz w:val="28"/>
        </w:rPr>
      </w:pPr>
    </w:p>
    <w:p w:rsidR="007B4A00" w:rsidRPr="002D631A" w:rsidRDefault="002D631A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5/ </w:t>
      </w:r>
      <w:r w:rsidR="007B4A00" w:rsidRPr="002D631A">
        <w:rPr>
          <w:rFonts w:ascii="Arial" w:hAnsi="Arial" w:cs="Arial"/>
          <w:b/>
          <w:sz w:val="28"/>
        </w:rPr>
        <w:t xml:space="preserve">Combien de jours y </w:t>
      </w:r>
      <w:proofErr w:type="spellStart"/>
      <w:r w:rsidR="007B4A00" w:rsidRPr="002D631A">
        <w:rPr>
          <w:rFonts w:ascii="Arial" w:hAnsi="Arial" w:cs="Arial"/>
          <w:b/>
          <w:sz w:val="28"/>
        </w:rPr>
        <w:t>a-t-il</w:t>
      </w:r>
      <w:proofErr w:type="spellEnd"/>
      <w:r w:rsidR="007B4A00" w:rsidRPr="002D631A">
        <w:rPr>
          <w:rFonts w:ascii="Arial" w:hAnsi="Arial" w:cs="Arial"/>
          <w:b/>
          <w:sz w:val="28"/>
        </w:rPr>
        <w:t xml:space="preserve"> entre le 13 juin et le 13 octobre ?</w:t>
      </w:r>
    </w:p>
    <w:p w:rsidR="007B4A00" w:rsidRDefault="007B4A0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en a  … Cela fait … mois.</w:t>
      </w:r>
    </w:p>
    <w:p w:rsidR="004372D7" w:rsidRPr="002D631A" w:rsidRDefault="004372D7" w:rsidP="004372D7">
      <w:pPr>
        <w:shd w:val="clear" w:color="auto" w:fill="A6A6A6" w:themeFill="background1" w:themeFillShade="A6"/>
        <w:rPr>
          <w:rFonts w:ascii="Arial" w:hAnsi="Arial" w:cs="Arial"/>
          <w:b/>
          <w:sz w:val="36"/>
        </w:rPr>
      </w:pPr>
      <w:r w:rsidRPr="002D631A">
        <w:rPr>
          <w:rFonts w:ascii="Arial" w:hAnsi="Arial" w:cs="Arial"/>
          <w:b/>
          <w:sz w:val="36"/>
        </w:rPr>
        <w:t>Le calendrier</w:t>
      </w:r>
    </w:p>
    <w:p w:rsidR="004372D7" w:rsidRDefault="004372D7" w:rsidP="004372D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Sers-toi du calendrier pour répondre aux questions suivantes :</w:t>
      </w:r>
    </w:p>
    <w:p w:rsidR="004372D7" w:rsidRPr="002D631A" w:rsidRDefault="004372D7" w:rsidP="004372D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1/ </w:t>
      </w:r>
      <w:r w:rsidRPr="002D631A">
        <w:rPr>
          <w:rFonts w:ascii="Arial" w:hAnsi="Arial" w:cs="Arial"/>
          <w:b/>
          <w:sz w:val="28"/>
        </w:rPr>
        <w:t>Sur le calendrier, entoure</w:t>
      </w:r>
      <w:r>
        <w:rPr>
          <w:rFonts w:ascii="Arial" w:hAnsi="Arial" w:cs="Arial"/>
          <w:b/>
          <w:sz w:val="28"/>
        </w:rPr>
        <w:t xml:space="preserve"> </w:t>
      </w:r>
      <w:r w:rsidRPr="002D631A">
        <w:rPr>
          <w:rFonts w:ascii="Arial" w:hAnsi="Arial" w:cs="Arial"/>
          <w:b/>
          <w:sz w:val="28"/>
        </w:rPr>
        <w:t>:</w:t>
      </w:r>
    </w:p>
    <w:p w:rsidR="004372D7" w:rsidRDefault="004372D7" w:rsidP="004372D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 entoure en bleu le 11 septembre</w:t>
      </w:r>
    </w:p>
    <w:p w:rsidR="004372D7" w:rsidRDefault="004372D7" w:rsidP="004372D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 entoure en vert le nom du mois qui arrive après juillet.</w:t>
      </w:r>
    </w:p>
    <w:p w:rsidR="004372D7" w:rsidRDefault="004372D7" w:rsidP="004372D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 entoure en rouge le 1</w:t>
      </w:r>
      <w:r w:rsidRPr="004372D7">
        <w:rPr>
          <w:rFonts w:ascii="Arial" w:hAnsi="Arial" w:cs="Arial"/>
          <w:sz w:val="28"/>
          <w:vertAlign w:val="superscript"/>
        </w:rPr>
        <w:t>er</w:t>
      </w:r>
      <w:r>
        <w:rPr>
          <w:rFonts w:ascii="Arial" w:hAnsi="Arial" w:cs="Arial"/>
          <w:sz w:val="28"/>
        </w:rPr>
        <w:t xml:space="preserve"> mois de l’année avec un « vendredi 13 »</w:t>
      </w:r>
    </w:p>
    <w:p w:rsidR="004372D7" w:rsidRPr="002D631A" w:rsidRDefault="004372D7" w:rsidP="004372D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2/ </w:t>
      </w:r>
      <w:r w:rsidRPr="002D631A">
        <w:rPr>
          <w:rFonts w:ascii="Arial" w:hAnsi="Arial" w:cs="Arial"/>
          <w:b/>
          <w:sz w:val="28"/>
        </w:rPr>
        <w:t xml:space="preserve">Combien y </w:t>
      </w:r>
      <w:proofErr w:type="spellStart"/>
      <w:r w:rsidRPr="002D631A">
        <w:rPr>
          <w:rFonts w:ascii="Arial" w:hAnsi="Arial" w:cs="Arial"/>
          <w:b/>
          <w:sz w:val="28"/>
        </w:rPr>
        <w:t>a-t-il</w:t>
      </w:r>
      <w:proofErr w:type="spellEnd"/>
      <w:r w:rsidRPr="002D631A">
        <w:rPr>
          <w:rFonts w:ascii="Arial" w:hAnsi="Arial" w:cs="Arial"/>
          <w:b/>
          <w:sz w:val="28"/>
        </w:rPr>
        <w:t xml:space="preserve"> de mois dans une année ? </w:t>
      </w:r>
    </w:p>
    <w:p w:rsidR="004372D7" w:rsidRDefault="004372D7" w:rsidP="004372D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en a  …</w:t>
      </w:r>
    </w:p>
    <w:p w:rsidR="004372D7" w:rsidRDefault="004372D7" w:rsidP="004372D7">
      <w:pPr>
        <w:rPr>
          <w:rFonts w:ascii="Arial" w:hAnsi="Arial" w:cs="Arial"/>
          <w:sz w:val="28"/>
        </w:rPr>
      </w:pPr>
    </w:p>
    <w:p w:rsidR="004372D7" w:rsidRDefault="004372D7" w:rsidP="004372D7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 xml:space="preserve">3/ </w:t>
      </w:r>
      <w:r w:rsidRPr="002D631A">
        <w:rPr>
          <w:rFonts w:ascii="Arial" w:hAnsi="Arial" w:cs="Arial"/>
          <w:b/>
          <w:sz w:val="28"/>
        </w:rPr>
        <w:t xml:space="preserve">Combien y </w:t>
      </w:r>
      <w:proofErr w:type="spellStart"/>
      <w:r w:rsidRPr="002D631A">
        <w:rPr>
          <w:rFonts w:ascii="Arial" w:hAnsi="Arial" w:cs="Arial"/>
          <w:b/>
          <w:sz w:val="28"/>
        </w:rPr>
        <w:t>a-t-il</w:t>
      </w:r>
      <w:proofErr w:type="spellEnd"/>
      <w:r w:rsidRPr="002D631A">
        <w:rPr>
          <w:rFonts w:ascii="Arial" w:hAnsi="Arial" w:cs="Arial"/>
          <w:b/>
          <w:sz w:val="28"/>
        </w:rPr>
        <w:t xml:space="preserve"> de mois avec 31 jours dans une année ?</w:t>
      </w:r>
      <w:r>
        <w:rPr>
          <w:rFonts w:ascii="Arial" w:hAnsi="Arial" w:cs="Arial"/>
          <w:sz w:val="28"/>
        </w:rPr>
        <w:t xml:space="preserve">  </w:t>
      </w:r>
    </w:p>
    <w:p w:rsidR="004372D7" w:rsidRDefault="004372D7" w:rsidP="004372D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en a  …</w:t>
      </w:r>
    </w:p>
    <w:p w:rsidR="004372D7" w:rsidRPr="002D631A" w:rsidRDefault="004372D7" w:rsidP="004372D7">
      <w:pPr>
        <w:rPr>
          <w:rFonts w:ascii="Arial" w:hAnsi="Arial" w:cs="Arial"/>
          <w:b/>
          <w:sz w:val="28"/>
        </w:rPr>
      </w:pPr>
    </w:p>
    <w:p w:rsidR="004372D7" w:rsidRPr="002D631A" w:rsidRDefault="004372D7" w:rsidP="004372D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4/ </w:t>
      </w:r>
      <w:r w:rsidRPr="002D631A">
        <w:rPr>
          <w:rFonts w:ascii="Arial" w:hAnsi="Arial" w:cs="Arial"/>
          <w:b/>
          <w:sz w:val="28"/>
        </w:rPr>
        <w:t xml:space="preserve">Combien de jours y </w:t>
      </w:r>
      <w:proofErr w:type="spellStart"/>
      <w:r w:rsidRPr="002D631A">
        <w:rPr>
          <w:rFonts w:ascii="Arial" w:hAnsi="Arial" w:cs="Arial"/>
          <w:b/>
          <w:sz w:val="28"/>
        </w:rPr>
        <w:t>a-t-il</w:t>
      </w:r>
      <w:proofErr w:type="spellEnd"/>
      <w:r w:rsidRPr="002D631A">
        <w:rPr>
          <w:rFonts w:ascii="Arial" w:hAnsi="Arial" w:cs="Arial"/>
          <w:b/>
          <w:sz w:val="28"/>
        </w:rPr>
        <w:t xml:space="preserve"> entre le 15 février et le 5 mars ? </w:t>
      </w:r>
    </w:p>
    <w:p w:rsidR="004372D7" w:rsidRDefault="004372D7" w:rsidP="004372D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en a  …</w:t>
      </w:r>
    </w:p>
    <w:p w:rsidR="004372D7" w:rsidRDefault="004372D7" w:rsidP="004372D7">
      <w:pPr>
        <w:rPr>
          <w:rFonts w:ascii="Arial" w:hAnsi="Arial" w:cs="Arial"/>
          <w:sz w:val="28"/>
        </w:rPr>
      </w:pPr>
    </w:p>
    <w:p w:rsidR="004372D7" w:rsidRPr="002D631A" w:rsidRDefault="004372D7" w:rsidP="004372D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5/ </w:t>
      </w:r>
      <w:r w:rsidRPr="002D631A">
        <w:rPr>
          <w:rFonts w:ascii="Arial" w:hAnsi="Arial" w:cs="Arial"/>
          <w:b/>
          <w:sz w:val="28"/>
        </w:rPr>
        <w:t xml:space="preserve">Combien de jours y </w:t>
      </w:r>
      <w:proofErr w:type="spellStart"/>
      <w:r w:rsidRPr="002D631A">
        <w:rPr>
          <w:rFonts w:ascii="Arial" w:hAnsi="Arial" w:cs="Arial"/>
          <w:b/>
          <w:sz w:val="28"/>
        </w:rPr>
        <w:t>a-t-il</w:t>
      </w:r>
      <w:proofErr w:type="spellEnd"/>
      <w:r w:rsidRPr="002D631A">
        <w:rPr>
          <w:rFonts w:ascii="Arial" w:hAnsi="Arial" w:cs="Arial"/>
          <w:b/>
          <w:sz w:val="28"/>
        </w:rPr>
        <w:t xml:space="preserve"> entre le 13 juin et le 13 octobre ?</w:t>
      </w:r>
    </w:p>
    <w:p w:rsidR="002D631A" w:rsidRPr="007E024D" w:rsidRDefault="004372D7" w:rsidP="004372D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en a  … Cela fait … mois.</w:t>
      </w:r>
      <w:bookmarkStart w:id="0" w:name="_GoBack"/>
      <w:bookmarkEnd w:id="0"/>
    </w:p>
    <w:sectPr w:rsidR="002D631A" w:rsidRPr="007E024D" w:rsidSect="009319D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D7"/>
    <w:rsid w:val="001D645B"/>
    <w:rsid w:val="002D631A"/>
    <w:rsid w:val="004372D7"/>
    <w:rsid w:val="005175A3"/>
    <w:rsid w:val="00535CF3"/>
    <w:rsid w:val="005F7238"/>
    <w:rsid w:val="00635CB3"/>
    <w:rsid w:val="00690BBA"/>
    <w:rsid w:val="007B4A00"/>
    <w:rsid w:val="007E024D"/>
    <w:rsid w:val="008A7B7C"/>
    <w:rsid w:val="009319D7"/>
    <w:rsid w:val="00E5467F"/>
    <w:rsid w:val="00E7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8CBA0-6AAC-4C24-9163-B44A5A90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1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1</Pages>
  <Words>177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6</cp:revision>
  <cp:lastPrinted>2016-05-05T15:38:00Z</cp:lastPrinted>
  <dcterms:created xsi:type="dcterms:W3CDTF">2016-05-05T15:38:00Z</dcterms:created>
  <dcterms:modified xsi:type="dcterms:W3CDTF">2017-08-07T10:03:00Z</dcterms:modified>
</cp:coreProperties>
</file>